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4E634B" w:rsidRDefault="004E634B" w:rsidP="0020461F">
      <w:pPr>
        <w:rPr>
          <w:rFonts w:ascii="Arial" w:hAnsi="Arial" w:cs="Arial"/>
          <w:b/>
          <w:sz w:val="36"/>
        </w:rPr>
      </w:pPr>
      <w:r w:rsidRPr="004E634B">
        <w:rPr>
          <w:rFonts w:ascii="Arial" w:hAnsi="Arial" w:cs="Arial"/>
          <w:b/>
          <w:sz w:val="36"/>
        </w:rPr>
        <w:t>Fiche : le cercle</w:t>
      </w:r>
    </w:p>
    <w:p w:rsidR="003963FF" w:rsidRDefault="004E634B" w:rsidP="003963FF">
      <w:pPr>
        <w:rPr>
          <w:rFonts w:ascii="Arial" w:hAnsi="Arial" w:cs="Arial"/>
          <w:noProof/>
          <w:sz w:val="28"/>
          <w:lang w:eastAsia="fr-FR"/>
        </w:rPr>
      </w:pPr>
      <w:r>
        <w:rPr>
          <w:rFonts w:ascii="Arial" w:hAnsi="Arial" w:cs="Arial"/>
          <w:noProof/>
          <w:sz w:val="28"/>
          <w:lang w:eastAsia="fr-FR"/>
        </w:rPr>
        <w:t>Regarde ce modèle et reproduis-le à l’identique dans ton cahier :</w:t>
      </w:r>
    </w:p>
    <w:p w:rsidR="004E634B" w:rsidRDefault="003963FF" w:rsidP="003963FF">
      <w:pPr>
        <w:jc w:val="center"/>
        <w:rPr>
          <w:rFonts w:ascii="Arial" w:hAnsi="Arial" w:cs="Arial"/>
          <w:noProof/>
          <w:sz w:val="28"/>
          <w:lang w:eastAsia="fr-FR"/>
        </w:rPr>
      </w:pPr>
      <w:r w:rsidRPr="003F15F8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CD2A68D" wp14:editId="784C452A">
            <wp:extent cx="5642828" cy="4038713"/>
            <wp:effectExtent l="1905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652091" cy="4045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63FF" w:rsidRPr="004E634B" w:rsidRDefault="003963FF" w:rsidP="003963FF">
      <w:pPr>
        <w:rPr>
          <w:rFonts w:ascii="Arial" w:hAnsi="Arial" w:cs="Arial"/>
          <w:b/>
          <w:sz w:val="36"/>
        </w:rPr>
      </w:pPr>
      <w:r w:rsidRPr="004E634B">
        <w:rPr>
          <w:rFonts w:ascii="Arial" w:hAnsi="Arial" w:cs="Arial"/>
          <w:b/>
          <w:sz w:val="36"/>
        </w:rPr>
        <w:t>Fiche : le cercle</w:t>
      </w:r>
    </w:p>
    <w:p w:rsidR="003963FF" w:rsidRDefault="003963FF" w:rsidP="003963FF">
      <w:pPr>
        <w:rPr>
          <w:rFonts w:ascii="Arial" w:hAnsi="Arial" w:cs="Arial"/>
          <w:noProof/>
          <w:sz w:val="28"/>
          <w:lang w:eastAsia="fr-FR"/>
        </w:rPr>
      </w:pPr>
      <w:r>
        <w:rPr>
          <w:rFonts w:ascii="Arial" w:hAnsi="Arial" w:cs="Arial"/>
          <w:noProof/>
          <w:sz w:val="28"/>
          <w:lang w:eastAsia="fr-FR"/>
        </w:rPr>
        <w:t>Regarde ce modèle et reproduis-le à l’identique dans ton cahier :</w:t>
      </w:r>
    </w:p>
    <w:p w:rsidR="004E634B" w:rsidRPr="007E024D" w:rsidRDefault="003963FF" w:rsidP="0020461F">
      <w:pPr>
        <w:jc w:val="center"/>
        <w:rPr>
          <w:rFonts w:ascii="Arial" w:hAnsi="Arial" w:cs="Arial"/>
          <w:sz w:val="28"/>
        </w:rPr>
      </w:pPr>
      <w:r w:rsidRPr="003F15F8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C566216" wp14:editId="28FDD184">
            <wp:extent cx="5642828" cy="4038713"/>
            <wp:effectExtent l="1905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5652091" cy="40453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E634B" w:rsidRPr="007E024D" w:rsidSect="004E634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4B"/>
    <w:rsid w:val="001D645B"/>
    <w:rsid w:val="0020461F"/>
    <w:rsid w:val="003963FF"/>
    <w:rsid w:val="003F15F8"/>
    <w:rsid w:val="004E634B"/>
    <w:rsid w:val="005175A3"/>
    <w:rsid w:val="005F7238"/>
    <w:rsid w:val="007E024D"/>
    <w:rsid w:val="00BB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383577-F064-4C67-9FA3-2DECEB45A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2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3</cp:revision>
  <cp:lastPrinted>2017-05-04T19:55:00Z</cp:lastPrinted>
  <dcterms:created xsi:type="dcterms:W3CDTF">2017-05-04T19:54:00Z</dcterms:created>
  <dcterms:modified xsi:type="dcterms:W3CDTF">2017-05-04T19:55:00Z</dcterms:modified>
</cp:coreProperties>
</file>